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BCE3F" w14:textId="77777777" w:rsidR="002455B9" w:rsidRPr="00157E9B" w:rsidRDefault="00000000">
      <w:pPr>
        <w:pStyle w:val="Heading"/>
      </w:pPr>
      <w:r w:rsidRPr="00157E9B">
        <w:t>RHCSA Sample Exam 1</w:t>
      </w:r>
    </w:p>
    <w:p w14:paraId="08E42693" w14:textId="3787EEC7" w:rsidR="002455B9" w:rsidRPr="00157E9B" w:rsidRDefault="00000000">
      <w:pPr>
        <w:pStyle w:val="TA"/>
      </w:pPr>
      <w:r w:rsidRPr="00157E9B">
        <w:t xml:space="preserve">Start with the preconfigured RHEL 9 </w:t>
      </w:r>
      <w:r w:rsidR="002911E1" w:rsidRPr="00157E9B">
        <w:t xml:space="preserve">system </w:t>
      </w:r>
      <w:r w:rsidRPr="00157E9B">
        <w:t xml:space="preserve">specified in Appendix A. You have a total of 150 minutes to execute the </w:t>
      </w:r>
      <w:r w:rsidR="002911E1" w:rsidRPr="00157E9B">
        <w:t xml:space="preserve">following </w:t>
      </w:r>
      <w:r w:rsidRPr="00157E9B">
        <w:t>tasks. These tasks must be carried out on server1.example.com unless otherwise instructed.</w:t>
      </w:r>
    </w:p>
    <w:p w14:paraId="15F5E24A" w14:textId="6BB2543F" w:rsidR="005C1840" w:rsidRPr="00157E9B" w:rsidRDefault="005C1840" w:rsidP="005C1840">
      <w:pPr>
        <w:pStyle w:val="ListParagraph"/>
        <w:numPr>
          <w:ilvl w:val="0"/>
          <w:numId w:val="2"/>
        </w:numPr>
      </w:pPr>
      <w:r w:rsidRPr="00157E9B">
        <w:t>Set the root password to RedHat4Ever! (note: the existing root password is unknown).</w:t>
      </w:r>
    </w:p>
    <w:p w14:paraId="33A88728" w14:textId="75960477" w:rsidR="002455B9" w:rsidRPr="00157E9B" w:rsidRDefault="00000000">
      <w:pPr>
        <w:pStyle w:val="ListParagraph"/>
        <w:numPr>
          <w:ilvl w:val="0"/>
          <w:numId w:val="2"/>
        </w:numPr>
      </w:pPr>
      <w:r w:rsidRPr="00157E9B">
        <w:t xml:space="preserve">Configure network </w:t>
      </w:r>
      <w:r w:rsidR="002911E1" w:rsidRPr="00157E9B">
        <w:t>s</w:t>
      </w:r>
      <w:r w:rsidRPr="00157E9B">
        <w:t>ettings: set the hostname as server1.example.com, assign the IP address x.y.z.100 (x.y.z.0 is the NAT subnet address of your VMware Workstation Player setup) with a netmask /24</w:t>
      </w:r>
      <w:r w:rsidR="00EE57BC" w:rsidRPr="00157E9B">
        <w:t>.</w:t>
      </w:r>
      <w:r w:rsidRPr="00157E9B">
        <w:t xml:space="preserve"> </w:t>
      </w:r>
      <w:r w:rsidR="00EE57BC" w:rsidRPr="00157E9B">
        <w:t>Set</w:t>
      </w:r>
      <w:r w:rsidRPr="00157E9B">
        <w:t xml:space="preserve"> the default gateway </w:t>
      </w:r>
      <w:r w:rsidR="00C93991" w:rsidRPr="00157E9B">
        <w:t xml:space="preserve">and </w:t>
      </w:r>
      <w:r w:rsidRPr="00157E9B">
        <w:t>DNS server</w:t>
      </w:r>
      <w:r w:rsidR="00C93991" w:rsidRPr="00157E9B">
        <w:t xml:space="preserve"> to the IP address of the gateway of your VMware </w:t>
      </w:r>
      <w:r w:rsidR="00EE57BC" w:rsidRPr="00157E9B">
        <w:t xml:space="preserve">Workstation </w:t>
      </w:r>
      <w:r w:rsidR="00C93991" w:rsidRPr="00157E9B">
        <w:t>NAT subnet.</w:t>
      </w:r>
    </w:p>
    <w:p w14:paraId="6EC19F0C" w14:textId="1736526D" w:rsidR="002455B9" w:rsidRPr="00157E9B" w:rsidRDefault="00000000">
      <w:pPr>
        <w:pStyle w:val="ListParagraph"/>
        <w:numPr>
          <w:ilvl w:val="0"/>
          <w:numId w:val="2"/>
        </w:numPr>
      </w:pPr>
      <w:r w:rsidRPr="00157E9B">
        <w:t xml:space="preserve">Register your system to the Red Hat </w:t>
      </w:r>
      <w:r w:rsidR="001A1451" w:rsidRPr="00157E9B">
        <w:t>Subscription Management</w:t>
      </w:r>
      <w:r w:rsidRPr="00157E9B">
        <w:t xml:space="preserve"> and enable automatic attachment of subscriptions to the system.</w:t>
      </w:r>
    </w:p>
    <w:p w14:paraId="14FF7B56" w14:textId="4980AAC7" w:rsidR="002455B9" w:rsidRPr="00157E9B" w:rsidRDefault="00000000">
      <w:pPr>
        <w:pStyle w:val="ListParagraph"/>
        <w:numPr>
          <w:ilvl w:val="0"/>
          <w:numId w:val="2"/>
        </w:numPr>
      </w:pPr>
      <w:r w:rsidRPr="00157E9B">
        <w:t xml:space="preserve">Set up a yum repository named </w:t>
      </w:r>
      <w:proofErr w:type="spellStart"/>
      <w:r w:rsidRPr="00157E9B">
        <w:t>epel</w:t>
      </w:r>
      <w:proofErr w:type="spellEnd"/>
      <w:r w:rsidRPr="00157E9B">
        <w:t xml:space="preserve"> pointing to http://linuxsoft.cern.ch/epel/9/Everything/x86_64/. Disable GPG checks. From this repository, install the </w:t>
      </w:r>
      <w:proofErr w:type="spellStart"/>
      <w:r w:rsidRPr="00157E9B">
        <w:t>htop</w:t>
      </w:r>
      <w:proofErr w:type="spellEnd"/>
      <w:r w:rsidRPr="00157E9B">
        <w:t xml:space="preserve"> RPM package.</w:t>
      </w:r>
    </w:p>
    <w:p w14:paraId="282B3BFB" w14:textId="2095B987" w:rsidR="002455B9" w:rsidRPr="00157E9B" w:rsidRDefault="00000000">
      <w:pPr>
        <w:pStyle w:val="ListParagraph"/>
        <w:numPr>
          <w:ilvl w:val="0"/>
          <w:numId w:val="2"/>
        </w:numPr>
      </w:pPr>
      <w:r w:rsidRPr="00157E9B">
        <w:t>Configure a new 500M</w:t>
      </w:r>
      <w:r w:rsidR="007630A1" w:rsidRPr="00157E9B">
        <w:t>i</w:t>
      </w:r>
      <w:r w:rsidRPr="00157E9B">
        <w:t xml:space="preserve">B partition in the remaining unoccupied space of the drive. Create a physical volume on the new partition and a volume group vg01 with a physical extent size of 8MB. On the new volume group, create a logical volume named </w:t>
      </w:r>
      <w:proofErr w:type="spellStart"/>
      <w:r w:rsidRPr="00157E9B">
        <w:t>lv_project</w:t>
      </w:r>
      <w:proofErr w:type="spellEnd"/>
      <w:r w:rsidRPr="00157E9B">
        <w:t xml:space="preserve"> with a size of 32 logical extents.</w:t>
      </w:r>
    </w:p>
    <w:p w14:paraId="1DA8C655" w14:textId="2AFB4371" w:rsidR="002455B9" w:rsidRPr="00157E9B" w:rsidRDefault="00000000">
      <w:pPr>
        <w:pStyle w:val="ListParagraph"/>
        <w:numPr>
          <w:ilvl w:val="0"/>
          <w:numId w:val="2"/>
        </w:numPr>
      </w:pPr>
      <w:r w:rsidRPr="00157E9B">
        <w:t xml:space="preserve">Format the new logical volume with the </w:t>
      </w:r>
      <w:r w:rsidR="00195531" w:rsidRPr="00157E9B">
        <w:t xml:space="preserve">XFS </w:t>
      </w:r>
      <w:r w:rsidRPr="00157E9B">
        <w:t>filesystem and mount it on the /project directory. Make sure it is automatically mounted when the system is booted. Utilize the UUID of the new volume for this.</w:t>
      </w:r>
    </w:p>
    <w:p w14:paraId="6ECD5C8E" w14:textId="18A3D6BA" w:rsidR="002455B9" w:rsidRPr="00157E9B" w:rsidRDefault="00000000">
      <w:pPr>
        <w:pStyle w:val="ListParagraph"/>
        <w:numPr>
          <w:ilvl w:val="0"/>
          <w:numId w:val="2"/>
        </w:numPr>
      </w:pPr>
      <w:r w:rsidRPr="00157E9B">
        <w:t>Identify all files in the /</w:t>
      </w:r>
      <w:proofErr w:type="spellStart"/>
      <w:r w:rsidRPr="00157E9B">
        <w:t>etc</w:t>
      </w:r>
      <w:proofErr w:type="spellEnd"/>
      <w:r w:rsidRPr="00157E9B">
        <w:t xml:space="preserve"> directory ending with the .conf extension and store their full pathnames in the file /root/configfiles.txt.</w:t>
      </w:r>
    </w:p>
    <w:p w14:paraId="57649DD5" w14:textId="60714B93" w:rsidR="002455B9" w:rsidRPr="00157E9B" w:rsidRDefault="00000000">
      <w:pPr>
        <w:pStyle w:val="ListParagraph"/>
        <w:numPr>
          <w:ilvl w:val="0"/>
          <w:numId w:val="2"/>
        </w:numPr>
      </w:pPr>
      <w:r w:rsidRPr="00157E9B">
        <w:t xml:space="preserve">Generate a </w:t>
      </w:r>
      <w:proofErr w:type="spellStart"/>
      <w:r w:rsidRPr="00157E9B">
        <w:rPr>
          <w:b/>
          <w:bCs/>
        </w:rPr>
        <w:t>bzip</w:t>
      </w:r>
      <w:proofErr w:type="spellEnd"/>
      <w:r w:rsidRPr="00157E9B">
        <w:t>-compressed tar archive named /</w:t>
      </w:r>
      <w:proofErr w:type="spellStart"/>
      <w:r w:rsidRPr="00157E9B">
        <w:t>tmp</w:t>
      </w:r>
      <w:proofErr w:type="spellEnd"/>
      <w:r w:rsidRPr="00157E9B">
        <w:t xml:space="preserve">/etc.tar.bz2, encompassing </w:t>
      </w:r>
      <w:r w:rsidR="005B2ECB" w:rsidRPr="00157E9B">
        <w:t xml:space="preserve">the contents of </w:t>
      </w:r>
      <w:r w:rsidRPr="00157E9B">
        <w:t>the /</w:t>
      </w:r>
      <w:proofErr w:type="spellStart"/>
      <w:r w:rsidRPr="00157E9B">
        <w:t>etc</w:t>
      </w:r>
      <w:proofErr w:type="spellEnd"/>
      <w:r w:rsidRPr="00157E9B">
        <w:t xml:space="preserve"> directory.</w:t>
      </w:r>
    </w:p>
    <w:p w14:paraId="4A07E419" w14:textId="29555109" w:rsidR="002455B9" w:rsidRPr="00157E9B" w:rsidRDefault="00000000">
      <w:pPr>
        <w:pStyle w:val="ListParagraph"/>
        <w:numPr>
          <w:ilvl w:val="0"/>
          <w:numId w:val="2"/>
        </w:numPr>
      </w:pPr>
      <w:r w:rsidRPr="00157E9B">
        <w:t xml:space="preserve">Set up the following RHEL users: </w:t>
      </w:r>
      <w:proofErr w:type="spellStart"/>
      <w:r w:rsidRPr="00157E9B">
        <w:t>nancy</w:t>
      </w:r>
      <w:proofErr w:type="spellEnd"/>
      <w:r w:rsidRPr="00157E9B">
        <w:t xml:space="preserve">, randy, donna, and mike. Set their passwords to </w:t>
      </w:r>
      <w:proofErr w:type="spellStart"/>
      <w:proofErr w:type="gramStart"/>
      <w:r w:rsidRPr="00157E9B">
        <w:t>changeme</w:t>
      </w:r>
      <w:proofErr w:type="spellEnd"/>
      <w:r w:rsidRPr="00157E9B">
        <w:t>!.</w:t>
      </w:r>
      <w:proofErr w:type="gramEnd"/>
      <w:r w:rsidRPr="00157E9B">
        <w:t xml:space="preserve"> Include </w:t>
      </w:r>
      <w:r w:rsidR="000C35B0" w:rsidRPr="00157E9B">
        <w:t xml:space="preserve">users </w:t>
      </w:r>
      <w:proofErr w:type="spellStart"/>
      <w:r w:rsidRPr="00157E9B">
        <w:t>nancy</w:t>
      </w:r>
      <w:proofErr w:type="spellEnd"/>
      <w:r w:rsidRPr="00157E9B">
        <w:t xml:space="preserve"> and randy in a group named engineers with GID 2000. Generate a /home/</w:t>
      </w:r>
      <w:proofErr w:type="gramStart"/>
      <w:r w:rsidRPr="00157E9B">
        <w:t>engineers</w:t>
      </w:r>
      <w:proofErr w:type="gramEnd"/>
      <w:r w:rsidRPr="00157E9B">
        <w:t xml:space="preserve"> directory, permitting them to share files without modifying permissions or ownership of any file in this directory. </w:t>
      </w:r>
      <w:proofErr w:type="gramStart"/>
      <w:r w:rsidR="000C35B0" w:rsidRPr="00157E9B">
        <w:t>Users</w:t>
      </w:r>
      <w:proofErr w:type="gramEnd"/>
      <w:r w:rsidR="000C35B0" w:rsidRPr="00157E9B">
        <w:t xml:space="preserve"> d</w:t>
      </w:r>
      <w:r w:rsidRPr="00157E9B">
        <w:t xml:space="preserve">onna and </w:t>
      </w:r>
      <w:r w:rsidR="000C35B0" w:rsidRPr="00157E9B">
        <w:t>m</w:t>
      </w:r>
      <w:r w:rsidRPr="00157E9B">
        <w:t>ike should not be granted read access to this directory.</w:t>
      </w:r>
    </w:p>
    <w:p w14:paraId="2BC66641" w14:textId="77777777" w:rsidR="002455B9" w:rsidRPr="00157E9B" w:rsidRDefault="00000000">
      <w:pPr>
        <w:pStyle w:val="ListParagraph"/>
        <w:numPr>
          <w:ilvl w:val="0"/>
          <w:numId w:val="2"/>
        </w:numPr>
      </w:pPr>
      <w:r w:rsidRPr="00157E9B">
        <w:lastRenderedPageBreak/>
        <w:t>Ensure that user mike’s account expires after a period of seven days.</w:t>
      </w:r>
    </w:p>
    <w:p w14:paraId="754D96EA" w14:textId="49128835" w:rsidR="002455B9" w:rsidRPr="00157E9B" w:rsidRDefault="00000000">
      <w:pPr>
        <w:pStyle w:val="ListParagraph"/>
        <w:numPr>
          <w:ilvl w:val="0"/>
          <w:numId w:val="2"/>
        </w:numPr>
      </w:pPr>
      <w:r w:rsidRPr="00157E9B">
        <w:t>Schedule a job to delete all standard files in the /home/mike/</w:t>
      </w:r>
      <w:proofErr w:type="spellStart"/>
      <w:r w:rsidRPr="00157E9B">
        <w:t>tmp</w:t>
      </w:r>
      <w:proofErr w:type="spellEnd"/>
      <w:r w:rsidRPr="00157E9B">
        <w:t xml:space="preserve"> directory every second day of the month at 03:50 </w:t>
      </w:r>
      <w:bookmarkStart w:id="0" w:name="_Hlk143684858"/>
      <w:r w:rsidR="00DC2E32" w:rsidRPr="00157E9B">
        <w:rPr>
          <w:smallCaps/>
        </w:rPr>
        <w:t>a.m</w:t>
      </w:r>
      <w:r w:rsidRPr="00157E9B">
        <w:rPr>
          <w:smallCaps/>
        </w:rPr>
        <w:t>.</w:t>
      </w:r>
      <w:bookmarkEnd w:id="0"/>
    </w:p>
    <w:p w14:paraId="3CA37DE7" w14:textId="6E9756B0" w:rsidR="002455B9" w:rsidRPr="00157E9B" w:rsidRDefault="00000000">
      <w:pPr>
        <w:pStyle w:val="ListParagraph"/>
        <w:numPr>
          <w:ilvl w:val="0"/>
          <w:numId w:val="2"/>
        </w:numPr>
      </w:pPr>
      <w:r w:rsidRPr="00157E9B">
        <w:t xml:space="preserve">Create a </w:t>
      </w:r>
      <w:proofErr w:type="spellStart"/>
      <w:r w:rsidRPr="00157E9B">
        <w:t>project.test</w:t>
      </w:r>
      <w:proofErr w:type="spellEnd"/>
      <w:r w:rsidRPr="00157E9B">
        <w:t xml:space="preserve"> file in </w:t>
      </w:r>
      <w:r w:rsidR="000A7254" w:rsidRPr="00157E9B">
        <w:t xml:space="preserve">the /opt </w:t>
      </w:r>
      <w:r w:rsidRPr="00157E9B">
        <w:t xml:space="preserve">directory. </w:t>
      </w:r>
      <w:r w:rsidR="000A7254" w:rsidRPr="00157E9B">
        <w:t xml:space="preserve"> Configure ownership and permissions on the </w:t>
      </w:r>
      <w:proofErr w:type="spellStart"/>
      <w:r w:rsidR="000A7254" w:rsidRPr="00157E9B">
        <w:t>project.test</w:t>
      </w:r>
      <w:proofErr w:type="spellEnd"/>
      <w:r w:rsidR="000A7254" w:rsidRPr="00157E9B">
        <w:t xml:space="preserve"> file to enable user donna to read this file and mike to read and write to it.</w:t>
      </w:r>
    </w:p>
    <w:p w14:paraId="6721DA29" w14:textId="77777777" w:rsidR="002455B9" w:rsidRPr="00157E9B" w:rsidRDefault="00000000">
      <w:pPr>
        <w:pStyle w:val="ListParagraph"/>
        <w:numPr>
          <w:ilvl w:val="0"/>
          <w:numId w:val="2"/>
        </w:numPr>
      </w:pPr>
      <w:r w:rsidRPr="00157E9B">
        <w:t>Create a script /usr/local/bin/backup.sh that accepts a directory as an argument and creates a backup of all files in that directory into a tar-</w:t>
      </w:r>
      <w:proofErr w:type="spellStart"/>
      <w:r w:rsidRPr="00157E9B">
        <w:t>gzipped</w:t>
      </w:r>
      <w:proofErr w:type="spellEnd"/>
      <w:r w:rsidRPr="00157E9B">
        <w:t xml:space="preserve"> archive in the present directory. If no argument is given, the script should display the error message:</w:t>
      </w:r>
    </w:p>
    <w:p w14:paraId="18BB4F88" w14:textId="77777777" w:rsidR="002455B9" w:rsidRPr="00157E9B" w:rsidRDefault="00000000">
      <w:pPr>
        <w:pStyle w:val="CodeListing"/>
      </w:pPr>
      <w:r w:rsidRPr="00157E9B">
        <w:t>Usage: backup.sh &lt;DIRECTORY&gt;</w:t>
      </w:r>
    </w:p>
    <w:p w14:paraId="64E6D8D0" w14:textId="3EE5A15D" w:rsidR="002455B9" w:rsidRPr="00157E9B" w:rsidRDefault="005E17BC">
      <w:pPr>
        <w:pStyle w:val="ListParagraph"/>
      </w:pPr>
      <w:r w:rsidRPr="00157E9B">
        <w:t xml:space="preserve">If the argument given is not a directory, the script should display an error message. Schedule the script to run automatically at 2:00 </w:t>
      </w:r>
      <w:r w:rsidR="00DC2E32" w:rsidRPr="00157E9B">
        <w:rPr>
          <w:smallCaps/>
        </w:rPr>
        <w:t>a.m.</w:t>
      </w:r>
      <w:r w:rsidRPr="00157E9B">
        <w:t xml:space="preserve"> daily, creating a backup of the /home directory in the /</w:t>
      </w:r>
      <w:proofErr w:type="spellStart"/>
      <w:r w:rsidRPr="00157E9B">
        <w:t>tmp</w:t>
      </w:r>
      <w:proofErr w:type="spellEnd"/>
      <w:r w:rsidRPr="00157E9B">
        <w:t xml:space="preserve"> filesystem.</w:t>
      </w:r>
    </w:p>
    <w:p w14:paraId="07189D8D" w14:textId="39AE028D" w:rsidR="002455B9" w:rsidRPr="00157E9B" w:rsidRDefault="00000000">
      <w:pPr>
        <w:pStyle w:val="ListParagraph"/>
        <w:numPr>
          <w:ilvl w:val="0"/>
          <w:numId w:val="2"/>
        </w:numPr>
      </w:pPr>
      <w:r w:rsidRPr="00157E9B">
        <w:t xml:space="preserve">Create a user named </w:t>
      </w:r>
      <w:proofErr w:type="spellStart"/>
      <w:r w:rsidRPr="00157E9B">
        <w:t>sam</w:t>
      </w:r>
      <w:proofErr w:type="spellEnd"/>
      <w:r w:rsidR="00B3452A" w:rsidRPr="00157E9B">
        <w:t xml:space="preserve"> with UID 1234</w:t>
      </w:r>
      <w:r w:rsidRPr="00157E9B">
        <w:t xml:space="preserve">. Assign </w:t>
      </w:r>
      <w:r w:rsidR="00743F34" w:rsidRPr="00157E9B">
        <w:t xml:space="preserve">user </w:t>
      </w:r>
      <w:proofErr w:type="spellStart"/>
      <w:r w:rsidRPr="00157E9B">
        <w:t>sam</w:t>
      </w:r>
      <w:r w:rsidR="00743F34" w:rsidRPr="00157E9B">
        <w:t>’</w:t>
      </w:r>
      <w:r w:rsidRPr="00157E9B">
        <w:t>s</w:t>
      </w:r>
      <w:proofErr w:type="spellEnd"/>
      <w:r w:rsidRPr="00157E9B">
        <w:t xml:space="preserve"> home directory to /</w:t>
      </w:r>
      <w:proofErr w:type="spellStart"/>
      <w:r w:rsidRPr="00157E9B">
        <w:t>nethome</w:t>
      </w:r>
      <w:proofErr w:type="spellEnd"/>
      <w:r w:rsidRPr="00157E9B">
        <w:t>/</w:t>
      </w:r>
      <w:proofErr w:type="spellStart"/>
      <w:r w:rsidRPr="00157E9B">
        <w:t>sam.</w:t>
      </w:r>
      <w:proofErr w:type="spellEnd"/>
      <w:r w:rsidRPr="00157E9B">
        <w:t xml:space="preserve"> The directory /</w:t>
      </w:r>
      <w:proofErr w:type="spellStart"/>
      <w:r w:rsidRPr="00157E9B">
        <w:t>nethome</w:t>
      </w:r>
      <w:proofErr w:type="spellEnd"/>
      <w:r w:rsidRPr="00157E9B">
        <w:t>/</w:t>
      </w:r>
      <w:proofErr w:type="spellStart"/>
      <w:r w:rsidRPr="00157E9B">
        <w:t>sam</w:t>
      </w:r>
      <w:proofErr w:type="spellEnd"/>
      <w:r w:rsidRPr="00157E9B">
        <w:t xml:space="preserve"> must be mounted via the automounter from tester1.example.com:/</w:t>
      </w:r>
      <w:r w:rsidR="00A12BB8" w:rsidRPr="00157E9B">
        <w:t>exports/</w:t>
      </w:r>
      <w:proofErr w:type="spellStart"/>
      <w:r w:rsidRPr="00157E9B">
        <w:t>sam</w:t>
      </w:r>
      <w:proofErr w:type="spellEnd"/>
      <w:r w:rsidRPr="00157E9B">
        <w:t xml:space="preserve"> using NFS in read-write mode.</w:t>
      </w:r>
    </w:p>
    <w:p w14:paraId="5660D29C" w14:textId="0A6C3758" w:rsidR="002455B9" w:rsidRPr="00157E9B" w:rsidRDefault="00000000">
      <w:pPr>
        <w:pStyle w:val="ListParagraph"/>
        <w:numPr>
          <w:ilvl w:val="0"/>
          <w:numId w:val="2"/>
        </w:numPr>
      </w:pPr>
      <w:r w:rsidRPr="00157E9B">
        <w:t xml:space="preserve">Configure </w:t>
      </w:r>
      <w:proofErr w:type="spellStart"/>
      <w:r w:rsidRPr="00157E9B">
        <w:t>SELinux</w:t>
      </w:r>
      <w:proofErr w:type="spellEnd"/>
      <w:r w:rsidRPr="00157E9B">
        <w:t xml:space="preserve"> on tester1.example.com to permit the Apache web server to bind to port 8</w:t>
      </w:r>
      <w:r w:rsidR="00CC29ED" w:rsidRPr="00157E9B">
        <w:t>234</w:t>
      </w:r>
      <w:r w:rsidRPr="00157E9B">
        <w:t>.</w:t>
      </w:r>
    </w:p>
    <w:p w14:paraId="5B7C80D7" w14:textId="663FBECD" w:rsidR="002455B9" w:rsidRPr="00157E9B" w:rsidRDefault="00000000">
      <w:pPr>
        <w:pStyle w:val="ListParagraph"/>
        <w:numPr>
          <w:ilvl w:val="0"/>
          <w:numId w:val="2"/>
        </w:numPr>
      </w:pPr>
      <w:r w:rsidRPr="00157E9B">
        <w:t xml:space="preserve">On tester1.example.com, configure </w:t>
      </w:r>
      <w:proofErr w:type="spellStart"/>
      <w:r w:rsidRPr="00157E9B">
        <w:t>SELinux</w:t>
      </w:r>
      <w:proofErr w:type="spellEnd"/>
      <w:r w:rsidRPr="00157E9B">
        <w:t xml:space="preserve"> to allow the Apache web server to serve files from the </w:t>
      </w:r>
      <w:proofErr w:type="spellStart"/>
      <w:r w:rsidRPr="00157E9B">
        <w:t>DocumentRoot</w:t>
      </w:r>
      <w:proofErr w:type="spellEnd"/>
      <w:r w:rsidRPr="00157E9B">
        <w:t xml:space="preserve"> on the /html directory. </w:t>
      </w:r>
      <w:r w:rsidR="00186446" w:rsidRPr="00157E9B">
        <w:t xml:space="preserve">Change the firewall settings so </w:t>
      </w:r>
      <w:r w:rsidRPr="00157E9B">
        <w:t xml:space="preserve">that you can connect from </w:t>
      </w:r>
      <w:r w:rsidR="005E17BC" w:rsidRPr="00157E9B">
        <w:t>other hosts</w:t>
      </w:r>
      <w:r w:rsidRPr="00157E9B">
        <w:t xml:space="preserve"> to the web server on tester1.example.com.</w:t>
      </w:r>
    </w:p>
    <w:p w14:paraId="52678D99" w14:textId="77777777" w:rsidR="002455B9" w:rsidRPr="00157E9B" w:rsidRDefault="00000000">
      <w:pPr>
        <w:pStyle w:val="ListParagraph"/>
        <w:numPr>
          <w:ilvl w:val="0"/>
          <w:numId w:val="2"/>
        </w:numPr>
      </w:pPr>
      <w:r w:rsidRPr="00157E9B">
        <w:t xml:space="preserve">As user mike, run a rootless container using the Red Hat UBI httpd-24 image, with the directory /home/mike/html mounted to /var/www/html in the container and the web server accessible on TCP port 8081 on the host. Ensure that the container starts as a </w:t>
      </w:r>
      <w:proofErr w:type="spellStart"/>
      <w:r w:rsidRPr="00157E9B">
        <w:t>systemd</w:t>
      </w:r>
      <w:proofErr w:type="spellEnd"/>
      <w:r w:rsidRPr="00157E9B">
        <w:t xml:space="preserve"> service named container-httpd at boot.</w:t>
      </w:r>
    </w:p>
    <w:p w14:paraId="69B00A16" w14:textId="575DD9A9" w:rsidR="002455B9" w:rsidRPr="00157E9B" w:rsidRDefault="00000000">
      <w:pPr>
        <w:pStyle w:val="ListParagraph"/>
        <w:numPr>
          <w:ilvl w:val="0"/>
          <w:numId w:val="2"/>
        </w:numPr>
      </w:pPr>
      <w:r w:rsidRPr="00157E9B">
        <w:t>Ensure that all your changes persist after a system reboot. Power off the exam system.</w:t>
      </w:r>
    </w:p>
    <w:sectPr w:rsidR="002455B9" w:rsidRPr="00157E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D28D6" w14:textId="77777777" w:rsidR="00B70C39" w:rsidRDefault="00B70C39">
      <w:r>
        <w:separator/>
      </w:r>
    </w:p>
  </w:endnote>
  <w:endnote w:type="continuationSeparator" w:id="0">
    <w:p w14:paraId="6F9ADA1E" w14:textId="77777777" w:rsidR="00B70C39" w:rsidRDefault="00B70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ourier">
    <w:altName w:val="Courier New"/>
    <w:panose1 w:val="02070409020205020404"/>
    <w:charset w:val="00"/>
    <w:family w:val="modern"/>
    <w:notTrueType/>
    <w:pitch w:val="fixed"/>
    <w:sig w:usb0="00000007" w:usb1="00000000" w:usb2="00000000" w:usb3="00000000" w:csb0="000000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621AD" w14:textId="77777777" w:rsidR="00DA4D46" w:rsidRDefault="00DA4D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C320D" w14:textId="77777777" w:rsidR="00DA4D46" w:rsidRDefault="00DA4D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E2AA6" w14:textId="77777777" w:rsidR="00DA4D46" w:rsidRDefault="00DA4D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95BB4" w14:textId="77777777" w:rsidR="00B70C39" w:rsidRDefault="00B70C39">
      <w:r>
        <w:separator/>
      </w:r>
    </w:p>
  </w:footnote>
  <w:footnote w:type="continuationSeparator" w:id="0">
    <w:p w14:paraId="674D3B4A" w14:textId="77777777" w:rsidR="00B70C39" w:rsidRDefault="00B70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111F9" w14:textId="77777777" w:rsidR="00DA4D46" w:rsidRDefault="00DA4D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DBEE6" w14:textId="218820E9" w:rsidR="00DA4D46" w:rsidRDefault="00DA4D46">
    <w:pPr>
      <w:pStyle w:val="Header"/>
    </w:pPr>
    <w:r w:rsidRPr="00EE47D1">
      <w:rPr>
        <w:i/>
        <w:iCs/>
      </w:rPr>
      <w:t>RHCSA® Red Hat® Enterprise Linux® 9 Certification Study Guide, Eighth Edition (Exam EX200)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AF3C" w14:textId="77777777" w:rsidR="00DA4D46" w:rsidRDefault="00DA4D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316FF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0641C7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464B3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64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41EADC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04A20A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F6EA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64D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8EC65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7485F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784363"/>
    <w:multiLevelType w:val="hybridMultilevel"/>
    <w:tmpl w:val="E1B6AF38"/>
    <w:styleLink w:val="ImportedStyle1"/>
    <w:lvl w:ilvl="0" w:tplc="A48651F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76358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B020DBC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904DB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FBC9C9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DC2788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F66DC1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92391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BAFD8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10AB34A3"/>
    <w:multiLevelType w:val="hybridMultilevel"/>
    <w:tmpl w:val="E1B6AF38"/>
    <w:numStyleLink w:val="ImportedStyle1"/>
  </w:abstractNum>
  <w:num w:numId="1" w16cid:durableId="1395010282">
    <w:abstractNumId w:val="10"/>
  </w:num>
  <w:num w:numId="2" w16cid:durableId="1405759957">
    <w:abstractNumId w:val="11"/>
    <w:lvlOverride w:ilvl="0">
      <w:lvl w:ilvl="0" w:tplc="6E68E966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1193882610">
    <w:abstractNumId w:val="9"/>
  </w:num>
  <w:num w:numId="4" w16cid:durableId="1992905103">
    <w:abstractNumId w:val="7"/>
  </w:num>
  <w:num w:numId="5" w16cid:durableId="1701667101">
    <w:abstractNumId w:val="6"/>
  </w:num>
  <w:num w:numId="6" w16cid:durableId="111705577">
    <w:abstractNumId w:val="5"/>
  </w:num>
  <w:num w:numId="7" w16cid:durableId="715395342">
    <w:abstractNumId w:val="4"/>
  </w:num>
  <w:num w:numId="8" w16cid:durableId="721751634">
    <w:abstractNumId w:val="8"/>
  </w:num>
  <w:num w:numId="9" w16cid:durableId="515389553">
    <w:abstractNumId w:val="3"/>
  </w:num>
  <w:num w:numId="10" w16cid:durableId="388459386">
    <w:abstractNumId w:val="2"/>
  </w:num>
  <w:num w:numId="11" w16cid:durableId="1626154821">
    <w:abstractNumId w:val="1"/>
  </w:num>
  <w:num w:numId="12" w16cid:durableId="504635873">
    <w:abstractNumId w:val="0"/>
  </w:num>
  <w:num w:numId="13" w16cid:durableId="1414008693">
    <w:abstractNumId w:val="9"/>
  </w:num>
  <w:num w:numId="14" w16cid:durableId="382561316">
    <w:abstractNumId w:val="7"/>
  </w:num>
  <w:num w:numId="15" w16cid:durableId="2077120606">
    <w:abstractNumId w:val="6"/>
  </w:num>
  <w:num w:numId="16" w16cid:durableId="921764562">
    <w:abstractNumId w:val="5"/>
  </w:num>
  <w:num w:numId="17" w16cid:durableId="1569071118">
    <w:abstractNumId w:val="4"/>
  </w:num>
  <w:num w:numId="18" w16cid:durableId="1295410989">
    <w:abstractNumId w:val="8"/>
  </w:num>
  <w:num w:numId="19" w16cid:durableId="864291019">
    <w:abstractNumId w:val="3"/>
  </w:num>
  <w:num w:numId="20" w16cid:durableId="112680072">
    <w:abstractNumId w:val="2"/>
  </w:num>
  <w:num w:numId="21" w16cid:durableId="1744330010">
    <w:abstractNumId w:val="1"/>
  </w:num>
  <w:num w:numId="22" w16cid:durableId="849413491">
    <w:abstractNumId w:val="0"/>
  </w:num>
  <w:num w:numId="23" w16cid:durableId="403530647">
    <w:abstractNumId w:val="9"/>
  </w:num>
  <w:num w:numId="24" w16cid:durableId="1909222052">
    <w:abstractNumId w:val="7"/>
  </w:num>
  <w:num w:numId="25" w16cid:durableId="1844205081">
    <w:abstractNumId w:val="6"/>
  </w:num>
  <w:num w:numId="26" w16cid:durableId="567153347">
    <w:abstractNumId w:val="5"/>
  </w:num>
  <w:num w:numId="27" w16cid:durableId="776995258">
    <w:abstractNumId w:val="4"/>
  </w:num>
  <w:num w:numId="28" w16cid:durableId="251285542">
    <w:abstractNumId w:val="8"/>
  </w:num>
  <w:num w:numId="29" w16cid:durableId="223105944">
    <w:abstractNumId w:val="3"/>
  </w:num>
  <w:num w:numId="30" w16cid:durableId="296447577">
    <w:abstractNumId w:val="2"/>
  </w:num>
  <w:num w:numId="31" w16cid:durableId="1723865926">
    <w:abstractNumId w:val="1"/>
  </w:num>
  <w:num w:numId="32" w16cid:durableId="930704852">
    <w:abstractNumId w:val="0"/>
  </w:num>
  <w:num w:numId="33" w16cid:durableId="464545035">
    <w:abstractNumId w:val="9"/>
  </w:num>
  <w:num w:numId="34" w16cid:durableId="1475759276">
    <w:abstractNumId w:val="7"/>
  </w:num>
  <w:num w:numId="35" w16cid:durableId="1222668959">
    <w:abstractNumId w:val="6"/>
  </w:num>
  <w:num w:numId="36" w16cid:durableId="1931156793">
    <w:abstractNumId w:val="5"/>
  </w:num>
  <w:num w:numId="37" w16cid:durableId="834688871">
    <w:abstractNumId w:val="4"/>
  </w:num>
  <w:num w:numId="38" w16cid:durableId="1782069590">
    <w:abstractNumId w:val="8"/>
  </w:num>
  <w:num w:numId="39" w16cid:durableId="235557593">
    <w:abstractNumId w:val="3"/>
  </w:num>
  <w:num w:numId="40" w16cid:durableId="350030982">
    <w:abstractNumId w:val="2"/>
  </w:num>
  <w:num w:numId="41" w16cid:durableId="420419896">
    <w:abstractNumId w:val="1"/>
  </w:num>
  <w:num w:numId="42" w16cid:durableId="1054045564">
    <w:abstractNumId w:val="0"/>
  </w:num>
  <w:num w:numId="43" w16cid:durableId="1910381205">
    <w:abstractNumId w:val="9"/>
  </w:num>
  <w:num w:numId="44" w16cid:durableId="750584423">
    <w:abstractNumId w:val="7"/>
  </w:num>
  <w:num w:numId="45" w16cid:durableId="292297308">
    <w:abstractNumId w:val="6"/>
  </w:num>
  <w:num w:numId="46" w16cid:durableId="995258781">
    <w:abstractNumId w:val="5"/>
  </w:num>
  <w:num w:numId="47" w16cid:durableId="1238515418">
    <w:abstractNumId w:val="4"/>
  </w:num>
  <w:num w:numId="48" w16cid:durableId="1686515425">
    <w:abstractNumId w:val="8"/>
  </w:num>
  <w:num w:numId="49" w16cid:durableId="313530484">
    <w:abstractNumId w:val="3"/>
  </w:num>
  <w:num w:numId="50" w16cid:durableId="1404523701">
    <w:abstractNumId w:val="2"/>
  </w:num>
  <w:num w:numId="51" w16cid:durableId="318922976">
    <w:abstractNumId w:val="1"/>
  </w:num>
  <w:num w:numId="52" w16cid:durableId="727001099">
    <w:abstractNumId w:val="0"/>
  </w:num>
  <w:num w:numId="53" w16cid:durableId="168449357">
    <w:abstractNumId w:val="9"/>
  </w:num>
  <w:num w:numId="54" w16cid:durableId="38675414">
    <w:abstractNumId w:val="7"/>
  </w:num>
  <w:num w:numId="55" w16cid:durableId="753286781">
    <w:abstractNumId w:val="6"/>
  </w:num>
  <w:num w:numId="56" w16cid:durableId="1430079805">
    <w:abstractNumId w:val="5"/>
  </w:num>
  <w:num w:numId="57" w16cid:durableId="737214470">
    <w:abstractNumId w:val="4"/>
  </w:num>
  <w:num w:numId="58" w16cid:durableId="1467701458">
    <w:abstractNumId w:val="8"/>
  </w:num>
  <w:num w:numId="59" w16cid:durableId="547182379">
    <w:abstractNumId w:val="3"/>
  </w:num>
  <w:num w:numId="60" w16cid:durableId="71856238">
    <w:abstractNumId w:val="2"/>
  </w:num>
  <w:num w:numId="61" w16cid:durableId="418912230">
    <w:abstractNumId w:val="1"/>
  </w:num>
  <w:num w:numId="62" w16cid:durableId="76444300">
    <w:abstractNumId w:val="0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linkStyle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5B9"/>
    <w:rsid w:val="000A7254"/>
    <w:rsid w:val="000C35B0"/>
    <w:rsid w:val="000E0654"/>
    <w:rsid w:val="00157E9B"/>
    <w:rsid w:val="00186446"/>
    <w:rsid w:val="00195531"/>
    <w:rsid w:val="001A1451"/>
    <w:rsid w:val="002255ED"/>
    <w:rsid w:val="002455B9"/>
    <w:rsid w:val="002911E1"/>
    <w:rsid w:val="002A69A0"/>
    <w:rsid w:val="003D52C9"/>
    <w:rsid w:val="00445FA7"/>
    <w:rsid w:val="00462988"/>
    <w:rsid w:val="00492960"/>
    <w:rsid w:val="004968F0"/>
    <w:rsid w:val="00534E94"/>
    <w:rsid w:val="005B2ECB"/>
    <w:rsid w:val="005B79FF"/>
    <w:rsid w:val="005C1840"/>
    <w:rsid w:val="005E17BC"/>
    <w:rsid w:val="006A0A30"/>
    <w:rsid w:val="00743F34"/>
    <w:rsid w:val="0075070C"/>
    <w:rsid w:val="007630A1"/>
    <w:rsid w:val="00887791"/>
    <w:rsid w:val="00887E57"/>
    <w:rsid w:val="00907562"/>
    <w:rsid w:val="00937208"/>
    <w:rsid w:val="00A12BB8"/>
    <w:rsid w:val="00AC18AB"/>
    <w:rsid w:val="00AE47E7"/>
    <w:rsid w:val="00B3452A"/>
    <w:rsid w:val="00B70C39"/>
    <w:rsid w:val="00B74673"/>
    <w:rsid w:val="00C93991"/>
    <w:rsid w:val="00CA44D6"/>
    <w:rsid w:val="00CC0D90"/>
    <w:rsid w:val="00CC29ED"/>
    <w:rsid w:val="00DA4D46"/>
    <w:rsid w:val="00DC2E32"/>
    <w:rsid w:val="00E37D93"/>
    <w:rsid w:val="00E65E23"/>
    <w:rsid w:val="00E904EE"/>
    <w:rsid w:val="00EE57BC"/>
    <w:rsid w:val="00F5226A"/>
    <w:rsid w:val="00FE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67197"/>
  <w15:docId w15:val="{E52BF553-23F3-42EE-A3E8-87DDFD2F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D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360" w:lineRule="auto"/>
    </w:pPr>
    <w:rPr>
      <w:rFonts w:eastAsia="Times New Roman"/>
      <w:sz w:val="24"/>
      <w:bdr w:val="none" w:sz="0" w:space="0" w:color="auto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DA4D4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A4D46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link w:val="Heading3Char"/>
    <w:qFormat/>
    <w:rsid w:val="00DA4D46"/>
    <w:pPr>
      <w:keepNext/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DA4D46"/>
    <w:pPr>
      <w:keepNext/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qFormat/>
    <w:rsid w:val="00DA4D46"/>
    <w:pPr>
      <w:keepNext/>
      <w:keepLines/>
      <w:spacing w:before="240" w:after="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DA4D46"/>
    <w:pPr>
      <w:keepNext/>
      <w:keepLines/>
      <w:spacing w:before="240" w:after="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DA4D46"/>
    <w:pPr>
      <w:keepNext/>
      <w:spacing w:before="240" w:after="0"/>
      <w:outlineLvl w:val="6"/>
    </w:pPr>
    <w:rPr>
      <w:b/>
    </w:rPr>
  </w:style>
  <w:style w:type="character" w:default="1" w:styleId="DefaultParagraphFont">
    <w:name w:val="Default Paragraph Font"/>
    <w:semiHidden/>
    <w:rsid w:val="00DA4D4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A4D46"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ing">
    <w:name w:val="Heading"/>
    <w:next w:val="Body"/>
    <w:pPr>
      <w:keepNext/>
      <w:spacing w:before="240" w:after="60" w:line="360" w:lineRule="auto"/>
      <w:outlineLvl w:val="0"/>
    </w:pPr>
    <w:rPr>
      <w:rFonts w:ascii="Arial" w:hAnsi="Arial" w:cs="Arial Unicode MS"/>
      <w:b/>
      <w:bCs/>
      <w:color w:val="000000"/>
      <w:kern w:val="28"/>
      <w:sz w:val="28"/>
      <w:szCs w:val="28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120" w:line="360" w:lineRule="auto"/>
    </w:pPr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TA">
    <w:name w:val="TA"/>
    <w:basedOn w:val="BodyText"/>
    <w:next w:val="BodyText"/>
    <w:rsid w:val="00DA4D46"/>
    <w:pPr>
      <w:ind w:firstLine="0"/>
    </w:pPr>
  </w:style>
  <w:style w:type="paragraph" w:styleId="ListParagraph">
    <w:name w:val="List Paragraph"/>
    <w:pPr>
      <w:spacing w:after="120" w:line="360" w:lineRule="auto"/>
      <w:ind w:left="720"/>
    </w:pPr>
    <w:rPr>
      <w:rFonts w:cs="Arial Unicode MS"/>
      <w:color w:val="000000"/>
      <w:sz w:val="24"/>
      <w:szCs w:val="24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paragraph" w:customStyle="1" w:styleId="CodeListing">
    <w:name w:val="Code Listing"/>
    <w:basedOn w:val="Normal"/>
    <w:next w:val="Normal"/>
    <w:autoRedefine/>
    <w:rsid w:val="00DA4D46"/>
    <w:pPr>
      <w:pBdr>
        <w:left w:val="single" w:sz="6" w:space="1" w:color="auto"/>
      </w:pBdr>
      <w:suppressAutoHyphens/>
      <w:spacing w:before="120"/>
      <w:ind w:right="-720"/>
    </w:pPr>
    <w:rPr>
      <w:rFonts w:ascii="Courier" w:hAnsi="Courier"/>
      <w:spacing w:val="-10"/>
      <w:sz w:val="22"/>
    </w:rPr>
  </w:style>
  <w:style w:type="paragraph" w:styleId="Revision">
    <w:name w:val="Revision"/>
    <w:hidden/>
    <w:uiPriority w:val="99"/>
    <w:semiHidden/>
    <w:rsid w:val="00AC18A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0C35B0"/>
    <w:rPr>
      <w:rFonts w:ascii="Arial" w:eastAsia="Times New Roman" w:hAnsi="Arial"/>
      <w:b/>
      <w:kern w:val="28"/>
      <w:sz w:val="28"/>
      <w:bdr w:val="none" w:sz="0" w:space="0" w:color="auto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0C35B0"/>
    <w:rPr>
      <w:rFonts w:ascii="Arial" w:eastAsia="Times New Roman" w:hAnsi="Arial"/>
      <w:b/>
      <w:i/>
      <w:sz w:val="28"/>
      <w:bdr w:val="none" w:sz="0" w:space="0" w:color="auto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0C35B0"/>
    <w:rPr>
      <w:rFonts w:eastAsia="Times New Roman"/>
      <w:b/>
      <w:sz w:val="24"/>
      <w:bdr w:val="none" w:sz="0" w:space="0" w:color="auto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0C35B0"/>
    <w:rPr>
      <w:rFonts w:eastAsia="Times New Roman"/>
      <w:b/>
      <w:i/>
      <w:sz w:val="24"/>
      <w:bdr w:val="none" w:sz="0" w:space="0" w:color="auto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0C35B0"/>
    <w:rPr>
      <w:rFonts w:eastAsia="Times New Roman"/>
      <w:b/>
      <w:sz w:val="24"/>
      <w:bdr w:val="none" w:sz="0" w:space="0" w:color="auto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0C35B0"/>
    <w:rPr>
      <w:rFonts w:eastAsia="Times New Roman"/>
      <w:b/>
      <w:sz w:val="24"/>
      <w:bdr w:val="none" w:sz="0" w:space="0" w:color="auto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0C35B0"/>
    <w:rPr>
      <w:rFonts w:eastAsia="Times New Roman"/>
      <w:b/>
      <w:sz w:val="24"/>
      <w:bdr w:val="none" w:sz="0" w:space="0" w:color="auto"/>
      <w:lang w:val="en-US" w:eastAsia="en-US"/>
    </w:rPr>
  </w:style>
  <w:style w:type="paragraph" w:customStyle="1" w:styleId="ProductionDirective">
    <w:name w:val="Production Directive"/>
    <w:basedOn w:val="Normal"/>
    <w:next w:val="Normal"/>
    <w:rsid w:val="00DA4D46"/>
    <w:pPr>
      <w:pBdr>
        <w:left w:val="single" w:sz="36" w:space="6" w:color="0000FF"/>
      </w:pBdr>
    </w:pPr>
    <w:rPr>
      <w:color w:val="0000FF"/>
    </w:rPr>
  </w:style>
  <w:style w:type="paragraph" w:customStyle="1" w:styleId="Special">
    <w:name w:val="Special"/>
    <w:basedOn w:val="Normal"/>
    <w:next w:val="Normal"/>
    <w:autoRedefine/>
    <w:rsid w:val="00DA4D46"/>
    <w:pPr>
      <w:tabs>
        <w:tab w:val="left" w:pos="1440"/>
      </w:tabs>
      <w:ind w:left="720" w:hanging="720"/>
    </w:pPr>
    <w:rPr>
      <w:rFonts w:ascii="Arial" w:hAnsi="Arial"/>
    </w:rPr>
  </w:style>
  <w:style w:type="paragraph" w:styleId="BodyText">
    <w:name w:val="Body Text"/>
    <w:basedOn w:val="Normal"/>
    <w:link w:val="BodyTextChar"/>
    <w:semiHidden/>
    <w:rsid w:val="00DA4D46"/>
    <w:pPr>
      <w:ind w:firstLine="720"/>
    </w:pPr>
  </w:style>
  <w:style w:type="character" w:customStyle="1" w:styleId="BodyTextChar">
    <w:name w:val="Body Text Char"/>
    <w:basedOn w:val="DefaultParagraphFont"/>
    <w:link w:val="BodyText"/>
    <w:semiHidden/>
    <w:rsid w:val="000C35B0"/>
    <w:rPr>
      <w:rFonts w:eastAsia="Times New Roman"/>
      <w:sz w:val="24"/>
      <w:bdr w:val="none" w:sz="0" w:space="0" w:color="auto"/>
      <w:lang w:val="en-US" w:eastAsia="en-US"/>
    </w:rPr>
  </w:style>
  <w:style w:type="paragraph" w:customStyle="1" w:styleId="AuthorQuery">
    <w:name w:val="Author Query"/>
    <w:basedOn w:val="Normal"/>
    <w:next w:val="Normal"/>
    <w:rsid w:val="00DA4D46"/>
    <w:pPr>
      <w:pBdr>
        <w:right w:val="single" w:sz="36" w:space="12" w:color="FF0000"/>
      </w:pBdr>
      <w:ind w:left="720"/>
    </w:pPr>
    <w:rPr>
      <w:color w:val="FF0000"/>
    </w:rPr>
  </w:style>
  <w:style w:type="paragraph" w:styleId="Caption">
    <w:name w:val="caption"/>
    <w:basedOn w:val="Normal"/>
    <w:next w:val="Normal"/>
    <w:qFormat/>
    <w:rsid w:val="00DA4D46"/>
    <w:pPr>
      <w:spacing w:before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DA4D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D46"/>
    <w:rPr>
      <w:rFonts w:eastAsia="Times New Roman"/>
      <w:sz w:val="24"/>
      <w:bdr w:val="none" w:sz="0" w:space="0" w:color="auto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DA4D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D46"/>
    <w:rPr>
      <w:rFonts w:eastAsia="Times New Roman"/>
      <w:sz w:val="24"/>
      <w:bdr w:val="none" w:sz="0" w:space="0" w:color="auto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chel\Documents\Freelance%20-%20McGrawHill\Procedures%20&amp;%20Other%20ES%20docs\MHTech%20Template\MHTech.dot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MHTech</Template>
  <TotalTime>4</TotalTime>
  <Pages>2</Pages>
  <Words>624</Words>
  <Characters>3249</Characters>
  <Application>Microsoft Office Word</Application>
  <DocSecurity>0</DocSecurity>
  <Lines>56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WFM</dc:creator>
  <cp:lastModifiedBy>Rachel Fogelberg</cp:lastModifiedBy>
  <cp:revision>4</cp:revision>
  <dcterms:created xsi:type="dcterms:W3CDTF">2023-10-05T18:31:00Z</dcterms:created>
  <dcterms:modified xsi:type="dcterms:W3CDTF">2023-10-05T18:35:00Z</dcterms:modified>
</cp:coreProperties>
</file>